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C73" w:rsidRDefault="008B3C73">
      <w:pPr>
        <w:jc w:val="center"/>
        <w:rPr>
          <w:rFonts w:ascii="黑体" w:eastAsia="黑体" w:hAnsi="新宋体" w:cs="Times New Roman"/>
          <w:color w:val="000000"/>
          <w:kern w:val="0"/>
          <w:sz w:val="52"/>
          <w:szCs w:val="52"/>
        </w:rPr>
      </w:pPr>
      <w:bookmarkStart w:id="0" w:name="_GoBack"/>
      <w:bookmarkEnd w:id="0"/>
      <w:r>
        <w:rPr>
          <w:rFonts w:ascii="黑体" w:eastAsia="黑体" w:hAnsi="新宋体" w:cs="黑体" w:hint="eastAsia"/>
          <w:color w:val="000000"/>
          <w:kern w:val="0"/>
          <w:sz w:val="52"/>
          <w:szCs w:val="52"/>
        </w:rPr>
        <w:t>安徽财经大学研究生社会实践团队立项资助</w:t>
      </w:r>
    </w:p>
    <w:p w:rsidR="008B3C73" w:rsidRDefault="008B3C73">
      <w:pPr>
        <w:jc w:val="center"/>
        <w:rPr>
          <w:rFonts w:ascii="黑体" w:eastAsia="黑体" w:hAnsi="新宋体" w:cs="Times New Roman"/>
          <w:color w:val="000000"/>
          <w:kern w:val="0"/>
          <w:sz w:val="72"/>
          <w:szCs w:val="72"/>
        </w:rPr>
      </w:pPr>
    </w:p>
    <w:p w:rsidR="008B3C73" w:rsidRDefault="008B3C73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结</w:t>
      </w:r>
    </w:p>
    <w:p w:rsidR="008B3C73" w:rsidRDefault="008B3C73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题</w:t>
      </w:r>
    </w:p>
    <w:p w:rsidR="008B3C73" w:rsidRDefault="008B3C73">
      <w:pPr>
        <w:jc w:val="center"/>
        <w:rPr>
          <w:rFonts w:ascii="新宋体" w:eastAsia="新宋体" w:hAnsi="新宋体" w:cs="Times New Roman"/>
          <w:b/>
          <w:bCs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书</w:t>
      </w:r>
    </w:p>
    <w:p w:rsidR="008B3C73" w:rsidRDefault="008B3C73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8B3C73" w:rsidRDefault="008B3C73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8B3C73" w:rsidRDefault="008B3C73">
      <w:pPr>
        <w:jc w:val="left"/>
        <w:rPr>
          <w:rFonts w:ascii="宋体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团队名称：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8B3C73" w:rsidRDefault="008B3C73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团队编号：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8B3C73" w:rsidRDefault="008B3C73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团队类型：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8B3C73" w:rsidRDefault="008B3C73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所属单位：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8B3C73" w:rsidRDefault="008B3C73">
      <w:pPr>
        <w:jc w:val="center"/>
        <w:rPr>
          <w:rFonts w:ascii="宋体" w:cs="Times New Roman"/>
          <w:color w:val="000000"/>
          <w:kern w:val="0"/>
          <w:sz w:val="32"/>
          <w:szCs w:val="32"/>
        </w:rPr>
      </w:pPr>
    </w:p>
    <w:p w:rsidR="008B3C73" w:rsidRDefault="008B3C73">
      <w:pPr>
        <w:jc w:val="center"/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p w:rsidR="008B3C73" w:rsidRDefault="008B3C73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安徽财经大学党委研究生工作部</w:t>
      </w:r>
    </w:p>
    <w:p w:rsidR="008B3C73" w:rsidRDefault="008B3C73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2018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年</w:t>
      </w: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9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月</w:t>
      </w:r>
    </w:p>
    <w:p w:rsidR="008B3C73" w:rsidRDefault="008B3C73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4"/>
        <w:gridCol w:w="1740"/>
        <w:gridCol w:w="1451"/>
        <w:gridCol w:w="1207"/>
        <w:gridCol w:w="250"/>
        <w:gridCol w:w="934"/>
        <w:gridCol w:w="1266"/>
      </w:tblGrid>
      <w:tr w:rsidR="008B3C73">
        <w:trPr>
          <w:trHeight w:val="850"/>
          <w:jc w:val="center"/>
        </w:trPr>
        <w:tc>
          <w:tcPr>
            <w:tcW w:w="1764" w:type="dxa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6848" w:type="dxa"/>
            <w:gridSpan w:val="6"/>
            <w:vAlign w:val="center"/>
          </w:tcPr>
          <w:p w:rsidR="008B3C73" w:rsidRDefault="008B3C73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8B3C73">
        <w:trPr>
          <w:trHeight w:val="850"/>
          <w:jc w:val="center"/>
        </w:trPr>
        <w:tc>
          <w:tcPr>
            <w:tcW w:w="1764" w:type="dxa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848" w:type="dxa"/>
            <w:gridSpan w:val="6"/>
            <w:vAlign w:val="center"/>
          </w:tcPr>
          <w:p w:rsidR="008B3C73" w:rsidRDefault="008B3C73">
            <w:pPr>
              <w:spacing w:line="260" w:lineRule="exact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8B3C73">
        <w:trPr>
          <w:trHeight w:val="850"/>
          <w:jc w:val="center"/>
        </w:trPr>
        <w:tc>
          <w:tcPr>
            <w:tcW w:w="1764" w:type="dxa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848" w:type="dxa"/>
            <w:gridSpan w:val="6"/>
            <w:vAlign w:val="center"/>
          </w:tcPr>
          <w:p w:rsidR="008B3C73" w:rsidRDefault="008B3C73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8B3C73">
        <w:trPr>
          <w:trHeight w:val="850"/>
          <w:jc w:val="center"/>
        </w:trPr>
        <w:tc>
          <w:tcPr>
            <w:tcW w:w="1764" w:type="dxa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活动经费预算及实际支出</w:t>
            </w:r>
          </w:p>
        </w:tc>
        <w:tc>
          <w:tcPr>
            <w:tcW w:w="3191" w:type="dxa"/>
            <w:gridSpan w:val="2"/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trHeight w:val="850"/>
          <w:jc w:val="center"/>
        </w:trPr>
        <w:tc>
          <w:tcPr>
            <w:tcW w:w="1764" w:type="dxa"/>
            <w:vMerge w:val="restart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trHeight w:val="615"/>
          <w:jc w:val="center"/>
        </w:trPr>
        <w:tc>
          <w:tcPr>
            <w:tcW w:w="1764" w:type="dxa"/>
            <w:vMerge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trHeight w:val="705"/>
          <w:jc w:val="center"/>
        </w:trPr>
        <w:tc>
          <w:tcPr>
            <w:tcW w:w="1764" w:type="dxa"/>
            <w:vMerge w:val="restart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1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trHeight w:val="585"/>
          <w:jc w:val="center"/>
        </w:trPr>
        <w:tc>
          <w:tcPr>
            <w:tcW w:w="1764" w:type="dxa"/>
            <w:vMerge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trHeight w:val="735"/>
          <w:jc w:val="center"/>
        </w:trPr>
        <w:tc>
          <w:tcPr>
            <w:tcW w:w="1764" w:type="dxa"/>
            <w:vMerge w:val="restart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-4"/>
                <w:kern w:val="0"/>
                <w:sz w:val="24"/>
                <w:szCs w:val="24"/>
              </w:rPr>
              <w:t>学号</w:t>
            </w:r>
          </w:p>
        </w:tc>
        <w:tc>
          <w:tcPr>
            <w:tcW w:w="2200" w:type="dxa"/>
            <w:gridSpan w:val="2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trHeight w:val="515"/>
          <w:jc w:val="center"/>
        </w:trPr>
        <w:tc>
          <w:tcPr>
            <w:tcW w:w="1764" w:type="dxa"/>
            <w:vMerge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rPr>
          <w:cantSplit/>
          <w:trHeight w:val="855"/>
          <w:jc w:val="center"/>
        </w:trPr>
        <w:tc>
          <w:tcPr>
            <w:tcW w:w="1764" w:type="dxa"/>
            <w:vMerge w:val="restart"/>
            <w:vAlign w:val="center"/>
          </w:tcPr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实践团队概况</w:t>
            </w:r>
          </w:p>
        </w:tc>
        <w:tc>
          <w:tcPr>
            <w:tcW w:w="1740" w:type="dxa"/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活动地点、路线</w:t>
            </w:r>
          </w:p>
        </w:tc>
        <w:tc>
          <w:tcPr>
            <w:tcW w:w="5108" w:type="dxa"/>
            <w:gridSpan w:val="5"/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45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团队成员</w:t>
            </w:r>
          </w:p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（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姓名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）</w:t>
            </w:r>
          </w:p>
        </w:tc>
        <w:tc>
          <w:tcPr>
            <w:tcW w:w="5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0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活动起止时间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活动天数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065"/>
          <w:jc w:val="center"/>
        </w:trPr>
        <w:tc>
          <w:tcPr>
            <w:tcW w:w="17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3C73" w:rsidRDefault="008B3C73" w:rsidP="008B3C73">
            <w:pPr>
              <w:spacing w:line="260" w:lineRule="exact"/>
              <w:ind w:firstLineChars="10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B3C73" w:rsidRDefault="008B3C73">
            <w:pPr>
              <w:spacing w:line="2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（另附调研报告，</w:t>
            </w:r>
            <w:r>
              <w:rPr>
                <w:rFonts w:ascii="宋体" w:cs="宋体"/>
                <w:sz w:val="24"/>
                <w:szCs w:val="24"/>
              </w:rPr>
              <w:t>3000</w:t>
            </w:r>
            <w:r>
              <w:rPr>
                <w:rFonts w:ascii="宋体" w:cs="宋体" w:hint="eastAsia"/>
                <w:sz w:val="24"/>
                <w:szCs w:val="24"/>
              </w:rPr>
              <w:t>字以上）</w:t>
            </w:r>
          </w:p>
        </w:tc>
      </w:tr>
      <w:tr w:rsidR="008B3C7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280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73" w:rsidRDefault="008B3C73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培养单位</w:t>
            </w:r>
          </w:p>
          <w:p w:rsidR="008B3C73" w:rsidRDefault="008B3C7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</w:t>
            </w:r>
          </w:p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</w:p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8B3C7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2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73" w:rsidRDefault="008B3C73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A56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党委研究生工作部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C73" w:rsidRDefault="008B3C7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</w:t>
            </w:r>
          </w:p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</w:t>
            </w:r>
          </w:p>
          <w:p w:rsidR="008B3C73" w:rsidRDefault="008B3C7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8B3C73" w:rsidRDefault="008B3C73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8B3C73" w:rsidRDefault="008B3C73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B3C73" w:rsidRDefault="008B3C73">
      <w:pPr>
        <w:rPr>
          <w:rFonts w:cs="Times New Roman"/>
        </w:rPr>
      </w:pPr>
    </w:p>
    <w:sectPr w:rsidR="008B3C73" w:rsidSect="00E94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3D5114"/>
    <w:rsid w:val="00064813"/>
    <w:rsid w:val="000B2D3C"/>
    <w:rsid w:val="00205153"/>
    <w:rsid w:val="00211E75"/>
    <w:rsid w:val="00226C29"/>
    <w:rsid w:val="00257175"/>
    <w:rsid w:val="002B7015"/>
    <w:rsid w:val="002C0064"/>
    <w:rsid w:val="00302250"/>
    <w:rsid w:val="00351878"/>
    <w:rsid w:val="003A3365"/>
    <w:rsid w:val="003F3229"/>
    <w:rsid w:val="00542212"/>
    <w:rsid w:val="00574C05"/>
    <w:rsid w:val="005A703E"/>
    <w:rsid w:val="006230BD"/>
    <w:rsid w:val="0067209B"/>
    <w:rsid w:val="006B6966"/>
    <w:rsid w:val="006E4D09"/>
    <w:rsid w:val="006E4DD3"/>
    <w:rsid w:val="007E6B7A"/>
    <w:rsid w:val="008B3C73"/>
    <w:rsid w:val="008D3197"/>
    <w:rsid w:val="00A60CC7"/>
    <w:rsid w:val="00A668BB"/>
    <w:rsid w:val="00A749FD"/>
    <w:rsid w:val="00AD6528"/>
    <w:rsid w:val="00AE3D04"/>
    <w:rsid w:val="00CA5658"/>
    <w:rsid w:val="00E05652"/>
    <w:rsid w:val="00E57F11"/>
    <w:rsid w:val="00E67115"/>
    <w:rsid w:val="00E7298E"/>
    <w:rsid w:val="00E94F87"/>
    <w:rsid w:val="00EB3BD3"/>
    <w:rsid w:val="00F50963"/>
    <w:rsid w:val="00F95BE1"/>
    <w:rsid w:val="00FC39C4"/>
    <w:rsid w:val="113D5114"/>
    <w:rsid w:val="1BEA3FAB"/>
    <w:rsid w:val="264066BF"/>
    <w:rsid w:val="3F0E6079"/>
    <w:rsid w:val="48A440E2"/>
    <w:rsid w:val="5A8D7B29"/>
    <w:rsid w:val="7072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98</Words>
  <Characters>559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11</cp:revision>
  <cp:lastPrinted>2018-09-03T02:06:00Z</cp:lastPrinted>
  <dcterms:created xsi:type="dcterms:W3CDTF">2017-11-13T09:29:00Z</dcterms:created>
  <dcterms:modified xsi:type="dcterms:W3CDTF">2018-09-03T02:07:00Z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